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7C" w:rsidRPr="0018660B" w:rsidRDefault="0080257C" w:rsidP="00FB72F1">
      <w:pPr>
        <w:shd w:val="clear" w:color="auto" w:fill="FFFFFF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Приложение № 1 </w:t>
      </w:r>
    </w:p>
    <w:p w:rsidR="0080257C" w:rsidRDefault="0080257C" w:rsidP="00BA4587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80257C" w:rsidRDefault="0080257C" w:rsidP="00BA4587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80257C" w:rsidRPr="0018660B" w:rsidRDefault="0080257C" w:rsidP="00BA4587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</w:t>
      </w:r>
    </w:p>
    <w:p w:rsidR="0080257C" w:rsidRPr="0018660B" w:rsidRDefault="0080257C" w:rsidP="00BA4587">
      <w:pPr>
        <w:pStyle w:val="BodyText"/>
        <w:shd w:val="clear" w:color="auto" w:fill="FFFFFF"/>
        <w:rPr>
          <w:b/>
          <w:bCs/>
        </w:rPr>
      </w:pPr>
      <w:r w:rsidRPr="0018660B">
        <w:rPr>
          <w:b/>
          <w:bCs/>
        </w:rPr>
        <w:t>на участие в</w:t>
      </w:r>
      <w:r>
        <w:rPr>
          <w:b/>
          <w:bCs/>
        </w:rPr>
        <w:t xml:space="preserve"> Межрегиональном</w:t>
      </w:r>
      <w:r w:rsidRPr="0018660B">
        <w:rPr>
          <w:b/>
          <w:bCs/>
        </w:rPr>
        <w:t xml:space="preserve"> конкурсе</w:t>
      </w:r>
    </w:p>
    <w:p w:rsidR="0080257C" w:rsidRDefault="0080257C" w:rsidP="00601B35">
      <w:pPr>
        <w:pStyle w:val="BodyText"/>
        <w:rPr>
          <w:b/>
          <w:bCs/>
        </w:rPr>
      </w:pPr>
      <w:r w:rsidRPr="0018660B">
        <w:rPr>
          <w:b/>
          <w:bCs/>
        </w:rPr>
        <w:t>хореографического искусства «</w:t>
      </w:r>
      <w:r>
        <w:rPr>
          <w:b/>
          <w:bCs/>
        </w:rPr>
        <w:t>М</w:t>
      </w:r>
      <w:r w:rsidRPr="00CB6E2F">
        <w:rPr>
          <w:b/>
          <w:bCs/>
        </w:rPr>
        <w:t>ир танца»</w:t>
      </w:r>
    </w:p>
    <w:p w:rsidR="0080257C" w:rsidRPr="00ED6A56" w:rsidRDefault="0080257C" w:rsidP="00601B35">
      <w:pPr>
        <w:pStyle w:val="BodyText"/>
        <w:rPr>
          <w:b/>
          <w:bCs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648"/>
        <w:gridCol w:w="2700"/>
        <w:gridCol w:w="3032"/>
        <w:gridCol w:w="1660"/>
        <w:gridCol w:w="1968"/>
      </w:tblGrid>
      <w:tr w:rsidR="0080257C">
        <w:tc>
          <w:tcPr>
            <w:tcW w:w="3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</w:p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  <w:r w:rsidRPr="00111870">
              <w:rPr>
                <w:b/>
                <w:bCs/>
              </w:rPr>
              <w:t>Название хореографического коллектива и юридический адрес; название учреждения, в котором базируется коллектив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80257C">
        <w:tc>
          <w:tcPr>
            <w:tcW w:w="3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</w:p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  <w:r w:rsidRPr="00111870">
              <w:rPr>
                <w:b/>
                <w:bCs/>
              </w:rPr>
              <w:t>Руководитель коллектива-участника</w:t>
            </w:r>
          </w:p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  <w:r w:rsidRPr="00111870">
              <w:rPr>
                <w:b/>
                <w:bCs/>
              </w:rPr>
              <w:t>(ФИО)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</w:p>
        </w:tc>
      </w:tr>
      <w:tr w:rsidR="0080257C">
        <w:tc>
          <w:tcPr>
            <w:tcW w:w="3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</w:p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  <w:r w:rsidRPr="00111870">
              <w:rPr>
                <w:b/>
                <w:bCs/>
              </w:rPr>
              <w:t xml:space="preserve">Адрес, телефон домашний и мобильный, </w:t>
            </w:r>
            <w:r w:rsidRPr="00111870">
              <w:rPr>
                <w:b/>
                <w:bCs/>
                <w:lang w:val="en-US"/>
              </w:rPr>
              <w:t>e</w:t>
            </w:r>
            <w:r w:rsidRPr="00111870">
              <w:rPr>
                <w:b/>
                <w:bCs/>
              </w:rPr>
              <w:t>-</w:t>
            </w:r>
            <w:r w:rsidRPr="00111870">
              <w:rPr>
                <w:b/>
                <w:bCs/>
                <w:lang w:val="en-US"/>
              </w:rPr>
              <w:t>mail</w:t>
            </w:r>
          </w:p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  <w:rPr>
                <w:b/>
                <w:bCs/>
                <w:i/>
                <w:iCs/>
              </w:rPr>
            </w:pPr>
            <w:r w:rsidRPr="00A42C9E">
              <w:t xml:space="preserve"> </w:t>
            </w:r>
          </w:p>
        </w:tc>
      </w:tr>
      <w:tr w:rsidR="0080257C">
        <w:tc>
          <w:tcPr>
            <w:tcW w:w="3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111870" w:rsidRDefault="0080257C" w:rsidP="00807FAD">
            <w:pPr>
              <w:rPr>
                <w:b/>
                <w:bCs/>
              </w:rPr>
            </w:pPr>
          </w:p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  <w:r w:rsidRPr="00111870">
              <w:rPr>
                <w:b/>
                <w:bCs/>
              </w:rPr>
              <w:t>Хореограф (ФИО), постановщик танца (композиции)</w:t>
            </w:r>
            <w:r>
              <w:rPr>
                <w:b/>
                <w:bCs/>
              </w:rPr>
              <w:t>, из какого репертуара коллектива представлен танец</w:t>
            </w:r>
          </w:p>
          <w:p w:rsidR="0080257C" w:rsidRPr="00111870" w:rsidRDefault="0080257C" w:rsidP="00807FAD">
            <w:pPr>
              <w:rPr>
                <w:b/>
                <w:bCs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</w:p>
        </w:tc>
      </w:tr>
      <w:tr w:rsidR="0080257C">
        <w:tc>
          <w:tcPr>
            <w:tcW w:w="3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</w:p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  <w:r w:rsidRPr="00111870">
              <w:rPr>
                <w:b/>
                <w:bCs/>
              </w:rPr>
              <w:t xml:space="preserve">Адрес, телефон домашний и мобильный, </w:t>
            </w:r>
            <w:r w:rsidRPr="00111870">
              <w:rPr>
                <w:b/>
                <w:bCs/>
                <w:lang w:val="en-US"/>
              </w:rPr>
              <w:t>e</w:t>
            </w:r>
            <w:r w:rsidRPr="00111870">
              <w:rPr>
                <w:b/>
                <w:bCs/>
              </w:rPr>
              <w:t>-</w:t>
            </w:r>
            <w:r w:rsidRPr="00111870">
              <w:rPr>
                <w:b/>
                <w:bCs/>
                <w:lang w:val="en-US"/>
              </w:rPr>
              <w:t>mail</w:t>
            </w:r>
          </w:p>
          <w:p w:rsidR="0080257C" w:rsidRPr="00111870" w:rsidRDefault="0080257C" w:rsidP="00807FAD">
            <w:pPr>
              <w:rPr>
                <w:b/>
                <w:bCs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</w:p>
        </w:tc>
      </w:tr>
      <w:tr w:rsidR="0080257C">
        <w:tc>
          <w:tcPr>
            <w:tcW w:w="3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</w:p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  <w:r w:rsidRPr="00111870">
              <w:rPr>
                <w:b/>
                <w:bCs/>
              </w:rPr>
              <w:t>Танцевальная дисциплина</w:t>
            </w:r>
          </w:p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80257C">
        <w:tc>
          <w:tcPr>
            <w:tcW w:w="3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</w:p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  <w:r w:rsidRPr="00111870">
              <w:rPr>
                <w:b/>
                <w:bCs/>
              </w:rPr>
              <w:t>Возрастная группа</w:t>
            </w:r>
          </w:p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</w:p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80257C">
        <w:tc>
          <w:tcPr>
            <w:tcW w:w="3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  <w:r w:rsidRPr="00111870">
              <w:rPr>
                <w:b/>
                <w:bCs/>
              </w:rPr>
              <w:t>Номинация</w:t>
            </w:r>
          </w:p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  <w:r w:rsidRPr="00111870">
              <w:rPr>
                <w:b/>
                <w:bCs/>
              </w:rPr>
              <w:t>(соло, дуэт, малая группа, ансамбль)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80257C">
        <w:trPr>
          <w:trHeight w:val="517"/>
        </w:trPr>
        <w:tc>
          <w:tcPr>
            <w:tcW w:w="3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  <w:r w:rsidRPr="00111870">
              <w:rPr>
                <w:b/>
                <w:bCs/>
              </w:rPr>
              <w:t>Название композиции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80257C">
        <w:trPr>
          <w:trHeight w:val="836"/>
        </w:trPr>
        <w:tc>
          <w:tcPr>
            <w:tcW w:w="3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  <w:r w:rsidRPr="00111870">
              <w:rPr>
                <w:b/>
                <w:bCs/>
              </w:rPr>
              <w:t>Хронометраж, мин.сек</w:t>
            </w:r>
          </w:p>
          <w:p w:rsidR="0080257C" w:rsidRPr="00111870" w:rsidRDefault="0080257C" w:rsidP="00807FAD">
            <w:pPr>
              <w:jc w:val="center"/>
              <w:rPr>
                <w:b/>
                <w:bCs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</w:p>
          <w:p w:rsidR="0080257C" w:rsidRPr="00A42C9E" w:rsidRDefault="0080257C" w:rsidP="00807FAD">
            <w:pPr>
              <w:jc w:val="center"/>
            </w:pPr>
          </w:p>
          <w:p w:rsidR="0080257C" w:rsidRPr="00A42C9E" w:rsidRDefault="0080257C" w:rsidP="00807FAD"/>
        </w:tc>
      </w:tr>
      <w:tr w:rsidR="0080257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  <w:r w:rsidRPr="00A42C9E">
              <w:rPr>
                <w:b/>
                <w:bCs/>
              </w:rPr>
              <w:t xml:space="preserve"> </w:t>
            </w:r>
          </w:p>
        </w:tc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  <w:r w:rsidRPr="00A42C9E">
              <w:t>Фамилия, имя участника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  <w:r w:rsidRPr="00A42C9E">
              <w:t>Год рождения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  <w:r w:rsidRPr="00A42C9E">
              <w:t>Оплата</w:t>
            </w:r>
          </w:p>
        </w:tc>
      </w:tr>
      <w:tr w:rsidR="0080257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  <w:r w:rsidRPr="00A42C9E">
              <w:t>1</w:t>
            </w:r>
          </w:p>
        </w:tc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A42C9E" w:rsidRDefault="0080257C" w:rsidP="00807FAD"/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</w:p>
        </w:tc>
      </w:tr>
      <w:tr w:rsidR="0080257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  <w:r w:rsidRPr="00A42C9E">
              <w:t>2</w:t>
            </w:r>
          </w:p>
        </w:tc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A42C9E" w:rsidRDefault="0080257C" w:rsidP="00807FAD"/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</w:p>
        </w:tc>
      </w:tr>
      <w:tr w:rsidR="0080257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  <w:r w:rsidRPr="00A42C9E">
              <w:t>4</w:t>
            </w:r>
          </w:p>
        </w:tc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A42C9E" w:rsidRDefault="0080257C" w:rsidP="00807FAD">
            <w:r w:rsidRPr="00A42C9E">
              <w:t>И т. д.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57C" w:rsidRPr="00A42C9E" w:rsidRDefault="0080257C" w:rsidP="00807FAD">
            <w:pPr>
              <w:jc w:val="center"/>
            </w:pPr>
          </w:p>
        </w:tc>
      </w:tr>
    </w:tbl>
    <w:p w:rsidR="0080257C" w:rsidRDefault="0080257C" w:rsidP="00601B35">
      <w:pPr>
        <w:pStyle w:val="BodyText3"/>
        <w:ind w:left="7080"/>
        <w:rPr>
          <w:b/>
          <w:bCs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0008"/>
      </w:tblGrid>
      <w:tr w:rsidR="0080257C">
        <w:trPr>
          <w:cantSplit/>
        </w:trPr>
        <w:tc>
          <w:tcPr>
            <w:tcW w:w="10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257C" w:rsidRPr="00A42C9E" w:rsidRDefault="0080257C" w:rsidP="00782D41">
            <w:r w:rsidRPr="00A42C9E">
              <w:t xml:space="preserve">Всего количество участников :                    </w:t>
            </w:r>
            <w:r>
              <w:t xml:space="preserve">                                                            и</w:t>
            </w:r>
            <w:r w:rsidRPr="00A42C9E">
              <w:t>того  оплата:</w:t>
            </w:r>
          </w:p>
        </w:tc>
      </w:tr>
    </w:tbl>
    <w:p w:rsidR="0080257C" w:rsidRDefault="0080257C" w:rsidP="00601B35">
      <w:pPr>
        <w:shd w:val="clear" w:color="auto" w:fill="FFFFFF"/>
        <w:jc w:val="both"/>
        <w:rPr>
          <w:sz w:val="28"/>
          <w:szCs w:val="28"/>
        </w:rPr>
      </w:pPr>
    </w:p>
    <w:p w:rsidR="0080257C" w:rsidRDefault="0080257C" w:rsidP="00601B35">
      <w:pPr>
        <w:pStyle w:val="BodyText3"/>
        <w:ind w:left="7080"/>
        <w:rPr>
          <w:b/>
          <w:bCs/>
        </w:rPr>
      </w:pPr>
    </w:p>
    <w:p w:rsidR="0080257C" w:rsidRDefault="0080257C" w:rsidP="00601B35">
      <w:pPr>
        <w:pStyle w:val="BodyText3"/>
        <w:ind w:left="7080"/>
        <w:rPr>
          <w:b/>
          <w:bCs/>
        </w:rPr>
      </w:pPr>
    </w:p>
    <w:p w:rsidR="0080257C" w:rsidRPr="0018660B" w:rsidRDefault="0080257C" w:rsidP="00601B35">
      <w:pPr>
        <w:shd w:val="clear" w:color="auto" w:fill="FFFFFF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№ 2</w:t>
      </w:r>
    </w:p>
    <w:p w:rsidR="0080257C" w:rsidRDefault="0080257C" w:rsidP="00601B35">
      <w:pPr>
        <w:pStyle w:val="BodyText3"/>
        <w:ind w:left="7080"/>
        <w:rPr>
          <w:b/>
          <w:bCs/>
        </w:rPr>
      </w:pPr>
    </w:p>
    <w:p w:rsidR="0080257C" w:rsidRDefault="0080257C" w:rsidP="00601B35">
      <w:pPr>
        <w:pStyle w:val="BodyText3"/>
        <w:ind w:left="7080"/>
        <w:rPr>
          <w:b/>
          <w:bCs/>
        </w:rPr>
      </w:pPr>
    </w:p>
    <w:p w:rsidR="0080257C" w:rsidRDefault="0080257C" w:rsidP="00601B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</w:t>
      </w:r>
    </w:p>
    <w:p w:rsidR="0080257C" w:rsidRPr="00782D41" w:rsidRDefault="0080257C" w:rsidP="00601B35">
      <w:pPr>
        <w:pStyle w:val="BodyText"/>
        <w:rPr>
          <w:b/>
          <w:bCs/>
          <w:sz w:val="28"/>
          <w:szCs w:val="28"/>
        </w:rPr>
      </w:pPr>
      <w:r w:rsidRPr="00782D41">
        <w:rPr>
          <w:b/>
          <w:bCs/>
          <w:sz w:val="28"/>
          <w:szCs w:val="28"/>
        </w:rPr>
        <w:t>конкурсных выступлений коллектива (солистов)</w:t>
      </w:r>
      <w:r w:rsidRPr="00782D41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Межрегиональном</w:t>
      </w:r>
      <w:r w:rsidRPr="00782D41">
        <w:rPr>
          <w:b/>
          <w:bCs/>
          <w:sz w:val="28"/>
          <w:szCs w:val="28"/>
        </w:rPr>
        <w:t xml:space="preserve"> конкурсе хореографического искусства «Мир танца»</w:t>
      </w:r>
    </w:p>
    <w:p w:rsidR="0080257C" w:rsidRPr="004642D6" w:rsidRDefault="0080257C" w:rsidP="00601B35">
      <w:pPr>
        <w:jc w:val="center"/>
        <w:rPr>
          <w:sz w:val="28"/>
          <w:szCs w:val="28"/>
        </w:rPr>
      </w:pPr>
    </w:p>
    <w:p w:rsidR="0080257C" w:rsidRDefault="0080257C" w:rsidP="00601B35">
      <w:pPr>
        <w:jc w:val="center"/>
        <w:rPr>
          <w:sz w:val="28"/>
          <w:szCs w:val="28"/>
        </w:rPr>
      </w:pPr>
    </w:p>
    <w:p w:rsidR="0080257C" w:rsidRDefault="0080257C" w:rsidP="00601B35">
      <w:pPr>
        <w:rPr>
          <w:sz w:val="28"/>
          <w:szCs w:val="28"/>
        </w:rPr>
      </w:pPr>
    </w:p>
    <w:p w:rsidR="0080257C" w:rsidRDefault="0080257C" w:rsidP="00601B35">
      <w:pPr>
        <w:jc w:val="both"/>
        <w:rPr>
          <w:sz w:val="28"/>
          <w:szCs w:val="28"/>
        </w:rPr>
      </w:pPr>
      <w:r>
        <w:rPr>
          <w:sz w:val="28"/>
          <w:szCs w:val="28"/>
        </w:rPr>
        <w:t>Название коллектива____________________________________________</w:t>
      </w:r>
    </w:p>
    <w:p w:rsidR="0080257C" w:rsidRDefault="0080257C" w:rsidP="00601B35">
      <w:pPr>
        <w:jc w:val="both"/>
        <w:rPr>
          <w:sz w:val="28"/>
          <w:szCs w:val="28"/>
        </w:rPr>
      </w:pPr>
    </w:p>
    <w:p w:rsidR="0080257C" w:rsidRDefault="0080257C" w:rsidP="00601B35">
      <w:pPr>
        <w:jc w:val="both"/>
        <w:rPr>
          <w:sz w:val="28"/>
          <w:szCs w:val="28"/>
        </w:rPr>
      </w:pPr>
      <w:r>
        <w:rPr>
          <w:sz w:val="28"/>
          <w:szCs w:val="28"/>
        </w:rPr>
        <w:t>Территория____________________________________________________</w:t>
      </w:r>
    </w:p>
    <w:p w:rsidR="0080257C" w:rsidRDefault="0080257C" w:rsidP="00601B35">
      <w:pPr>
        <w:jc w:val="both"/>
        <w:rPr>
          <w:sz w:val="28"/>
          <w:szCs w:val="28"/>
        </w:rPr>
      </w:pPr>
    </w:p>
    <w:p w:rsidR="0080257C" w:rsidRDefault="0080257C" w:rsidP="00601B35">
      <w:pPr>
        <w:jc w:val="both"/>
        <w:rPr>
          <w:sz w:val="28"/>
          <w:szCs w:val="28"/>
        </w:rPr>
      </w:pPr>
      <w:r>
        <w:rPr>
          <w:sz w:val="28"/>
          <w:szCs w:val="28"/>
        </w:rPr>
        <w:t>Номинация____________________________________________________</w:t>
      </w:r>
    </w:p>
    <w:p w:rsidR="0080257C" w:rsidRDefault="0080257C" w:rsidP="00601B35">
      <w:pPr>
        <w:jc w:val="both"/>
        <w:rPr>
          <w:sz w:val="28"/>
          <w:szCs w:val="28"/>
        </w:rPr>
      </w:pPr>
    </w:p>
    <w:tbl>
      <w:tblPr>
        <w:tblW w:w="10312" w:type="dxa"/>
        <w:tblInd w:w="-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1826"/>
        <w:gridCol w:w="1700"/>
        <w:gridCol w:w="1503"/>
        <w:gridCol w:w="1710"/>
        <w:gridCol w:w="1926"/>
        <w:gridCol w:w="1087"/>
      </w:tblGrid>
      <w:tr w:rsidR="0080257C" w:rsidTr="003860D2">
        <w:tc>
          <w:tcPr>
            <w:tcW w:w="560" w:type="dxa"/>
          </w:tcPr>
          <w:p w:rsidR="0080257C" w:rsidRPr="00782D41" w:rsidRDefault="0080257C" w:rsidP="00782D4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782D41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826" w:type="dxa"/>
          </w:tcPr>
          <w:p w:rsidR="0080257C" w:rsidRPr="00782D41" w:rsidRDefault="0080257C" w:rsidP="00782D41">
            <w:pPr>
              <w:spacing w:line="276" w:lineRule="auto"/>
              <w:jc w:val="center"/>
              <w:rPr>
                <w:b/>
                <w:bCs/>
              </w:rPr>
            </w:pPr>
            <w:r w:rsidRPr="00782D41">
              <w:rPr>
                <w:b/>
                <w:bCs/>
              </w:rPr>
              <w:t>Название номера</w:t>
            </w:r>
          </w:p>
        </w:tc>
        <w:tc>
          <w:tcPr>
            <w:tcW w:w="1700" w:type="dxa"/>
          </w:tcPr>
          <w:p w:rsidR="0080257C" w:rsidRPr="00782D41" w:rsidRDefault="0080257C" w:rsidP="00782D41">
            <w:pPr>
              <w:spacing w:line="276" w:lineRule="auto"/>
              <w:jc w:val="center"/>
              <w:rPr>
                <w:b/>
                <w:bCs/>
              </w:rPr>
            </w:pPr>
            <w:r w:rsidRPr="00782D41">
              <w:rPr>
                <w:b/>
                <w:bCs/>
              </w:rPr>
              <w:t>балетмейстер</w:t>
            </w:r>
          </w:p>
        </w:tc>
        <w:tc>
          <w:tcPr>
            <w:tcW w:w="1503" w:type="dxa"/>
          </w:tcPr>
          <w:p w:rsidR="0080257C" w:rsidRPr="00782D41" w:rsidRDefault="0080257C" w:rsidP="00782D41">
            <w:pPr>
              <w:spacing w:line="276" w:lineRule="auto"/>
              <w:jc w:val="center"/>
              <w:rPr>
                <w:b/>
                <w:bCs/>
              </w:rPr>
            </w:pPr>
            <w:r w:rsidRPr="00782D41">
              <w:rPr>
                <w:b/>
                <w:bCs/>
              </w:rPr>
              <w:t>композитор</w:t>
            </w:r>
          </w:p>
        </w:tc>
        <w:tc>
          <w:tcPr>
            <w:tcW w:w="1710" w:type="dxa"/>
          </w:tcPr>
          <w:p w:rsidR="0080257C" w:rsidRPr="00782D41" w:rsidRDefault="0080257C" w:rsidP="00782D41">
            <w:pPr>
              <w:spacing w:line="276" w:lineRule="auto"/>
              <w:jc w:val="center"/>
              <w:rPr>
                <w:b/>
                <w:bCs/>
              </w:rPr>
            </w:pPr>
            <w:r w:rsidRPr="00782D41">
              <w:rPr>
                <w:b/>
                <w:bCs/>
              </w:rPr>
              <w:t>хронометраж</w:t>
            </w:r>
          </w:p>
        </w:tc>
        <w:tc>
          <w:tcPr>
            <w:tcW w:w="1926" w:type="dxa"/>
          </w:tcPr>
          <w:p w:rsidR="0080257C" w:rsidRPr="00782D41" w:rsidRDefault="0080257C" w:rsidP="00782D41">
            <w:pPr>
              <w:spacing w:line="276" w:lineRule="auto"/>
              <w:jc w:val="center"/>
              <w:rPr>
                <w:b/>
                <w:bCs/>
              </w:rPr>
            </w:pPr>
            <w:r w:rsidRPr="00782D41">
              <w:rPr>
                <w:b/>
                <w:bCs/>
              </w:rPr>
              <w:t>Фонограмма,</w:t>
            </w:r>
          </w:p>
          <w:p w:rsidR="0080257C" w:rsidRPr="00782D41" w:rsidRDefault="0080257C" w:rsidP="00782D41">
            <w:pPr>
              <w:spacing w:line="276" w:lineRule="auto"/>
              <w:jc w:val="center"/>
              <w:rPr>
                <w:b/>
                <w:bCs/>
              </w:rPr>
            </w:pPr>
            <w:r w:rsidRPr="00782D41">
              <w:rPr>
                <w:b/>
                <w:bCs/>
              </w:rPr>
              <w:t>аккомпанемент</w:t>
            </w:r>
          </w:p>
        </w:tc>
        <w:tc>
          <w:tcPr>
            <w:tcW w:w="1087" w:type="dxa"/>
          </w:tcPr>
          <w:p w:rsidR="0080257C" w:rsidRPr="00782D41" w:rsidRDefault="0080257C" w:rsidP="00782D41">
            <w:pPr>
              <w:spacing w:line="276" w:lineRule="auto"/>
              <w:jc w:val="center"/>
              <w:rPr>
                <w:b/>
                <w:bCs/>
              </w:rPr>
            </w:pPr>
            <w:r w:rsidRPr="00782D41">
              <w:rPr>
                <w:b/>
                <w:bCs/>
              </w:rPr>
              <w:t>Кол-во человек</w:t>
            </w:r>
          </w:p>
        </w:tc>
      </w:tr>
      <w:tr w:rsidR="0080257C" w:rsidTr="003860D2">
        <w:trPr>
          <w:trHeight w:val="901"/>
        </w:trPr>
        <w:tc>
          <w:tcPr>
            <w:tcW w:w="560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26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03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7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0257C" w:rsidTr="003860D2">
        <w:tc>
          <w:tcPr>
            <w:tcW w:w="560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26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03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7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0257C" w:rsidTr="003860D2">
        <w:tc>
          <w:tcPr>
            <w:tcW w:w="560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26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03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7" w:type="dxa"/>
          </w:tcPr>
          <w:p w:rsidR="0080257C" w:rsidRDefault="0080257C" w:rsidP="00807F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80257C" w:rsidRDefault="0080257C" w:rsidP="00601B35">
      <w:pPr>
        <w:jc w:val="both"/>
        <w:rPr>
          <w:sz w:val="28"/>
          <w:szCs w:val="28"/>
        </w:rPr>
      </w:pPr>
    </w:p>
    <w:p w:rsidR="0080257C" w:rsidRDefault="0080257C" w:rsidP="00601B35">
      <w:pPr>
        <w:rPr>
          <w:sz w:val="28"/>
          <w:szCs w:val="28"/>
        </w:rPr>
      </w:pPr>
    </w:p>
    <w:p w:rsidR="0080257C" w:rsidRDefault="0080257C" w:rsidP="00601B35">
      <w:pPr>
        <w:rPr>
          <w:sz w:val="28"/>
          <w:szCs w:val="28"/>
        </w:rPr>
      </w:pPr>
    </w:p>
    <w:p w:rsidR="0080257C" w:rsidRDefault="0080257C" w:rsidP="00601B35">
      <w:pPr>
        <w:rPr>
          <w:sz w:val="28"/>
          <w:szCs w:val="28"/>
        </w:rPr>
      </w:pPr>
    </w:p>
    <w:p w:rsidR="0080257C" w:rsidRDefault="0080257C" w:rsidP="00601B35">
      <w:pPr>
        <w:rPr>
          <w:sz w:val="28"/>
          <w:szCs w:val="28"/>
        </w:rPr>
      </w:pPr>
    </w:p>
    <w:p w:rsidR="0080257C" w:rsidRDefault="0080257C" w:rsidP="00601B35">
      <w:pPr>
        <w:rPr>
          <w:sz w:val="28"/>
          <w:szCs w:val="28"/>
        </w:rPr>
      </w:pPr>
    </w:p>
    <w:p w:rsidR="0080257C" w:rsidRDefault="0080257C" w:rsidP="00601B35">
      <w:pPr>
        <w:rPr>
          <w:sz w:val="28"/>
          <w:szCs w:val="28"/>
        </w:rPr>
      </w:pPr>
    </w:p>
    <w:p w:rsidR="0080257C" w:rsidRDefault="0080257C" w:rsidP="00601B35">
      <w:pPr>
        <w:rPr>
          <w:sz w:val="28"/>
          <w:szCs w:val="28"/>
        </w:rPr>
      </w:pPr>
    </w:p>
    <w:p w:rsidR="0080257C" w:rsidRDefault="0080257C" w:rsidP="00601B35">
      <w:pPr>
        <w:rPr>
          <w:sz w:val="28"/>
          <w:szCs w:val="28"/>
        </w:rPr>
      </w:pPr>
    </w:p>
    <w:p w:rsidR="0080257C" w:rsidRDefault="0080257C" w:rsidP="00601B35">
      <w:pPr>
        <w:rPr>
          <w:sz w:val="28"/>
          <w:szCs w:val="28"/>
        </w:rPr>
      </w:pPr>
    </w:p>
    <w:p w:rsidR="0080257C" w:rsidRDefault="0080257C" w:rsidP="00601B35">
      <w:pPr>
        <w:rPr>
          <w:sz w:val="28"/>
          <w:szCs w:val="28"/>
        </w:rPr>
      </w:pPr>
      <w:r>
        <w:rPr>
          <w:sz w:val="28"/>
          <w:szCs w:val="28"/>
        </w:rPr>
        <w:t>Руководитель коллектива                                                          Подпись</w:t>
      </w:r>
    </w:p>
    <w:p w:rsidR="0080257C" w:rsidRDefault="0080257C" w:rsidP="00601B35"/>
    <w:p w:rsidR="0080257C" w:rsidRDefault="0080257C" w:rsidP="00601B35"/>
    <w:p w:rsidR="0080257C" w:rsidRDefault="0080257C" w:rsidP="00601B35"/>
    <w:p w:rsidR="0080257C" w:rsidRDefault="0080257C" w:rsidP="00601B35"/>
    <w:p w:rsidR="0080257C" w:rsidRDefault="0080257C" w:rsidP="00601B35"/>
    <w:p w:rsidR="0080257C" w:rsidRDefault="0080257C" w:rsidP="00601B35"/>
    <w:p w:rsidR="0080257C" w:rsidRDefault="0080257C" w:rsidP="00601B35"/>
    <w:p w:rsidR="0080257C" w:rsidRPr="00413973" w:rsidRDefault="0080257C" w:rsidP="00AC4688">
      <w:pPr>
        <w:jc w:val="both"/>
        <w:rPr>
          <w:sz w:val="28"/>
          <w:szCs w:val="28"/>
        </w:rPr>
      </w:pPr>
    </w:p>
    <w:sectPr w:rsidR="0080257C" w:rsidRPr="00413973" w:rsidSect="008A48B4">
      <w:pgSz w:w="11906" w:h="16838"/>
      <w:pgMar w:top="567" w:right="849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10896"/>
    <w:multiLevelType w:val="hybridMultilevel"/>
    <w:tmpl w:val="465470D6"/>
    <w:lvl w:ilvl="0" w:tplc="32A416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D66B9"/>
    <w:multiLevelType w:val="hybridMultilevel"/>
    <w:tmpl w:val="944A641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17747"/>
    <w:multiLevelType w:val="hybridMultilevel"/>
    <w:tmpl w:val="84424D06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cs="Wingdings" w:hint="default"/>
      </w:rPr>
    </w:lvl>
  </w:abstractNum>
  <w:abstractNum w:abstractNumId="3">
    <w:nsid w:val="1A776EE4"/>
    <w:multiLevelType w:val="hybridMultilevel"/>
    <w:tmpl w:val="A9E67C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D0A4F"/>
    <w:multiLevelType w:val="hybridMultilevel"/>
    <w:tmpl w:val="43A21324"/>
    <w:lvl w:ilvl="0" w:tplc="682004A2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31B070B"/>
    <w:multiLevelType w:val="hybridMultilevel"/>
    <w:tmpl w:val="57801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6F06E6B"/>
    <w:multiLevelType w:val="multilevel"/>
    <w:tmpl w:val="9E1C2C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D4F5C59"/>
    <w:multiLevelType w:val="hybridMultilevel"/>
    <w:tmpl w:val="068802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ED6789B"/>
    <w:multiLevelType w:val="hybridMultilevel"/>
    <w:tmpl w:val="34DC68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2BE6056"/>
    <w:multiLevelType w:val="hybridMultilevel"/>
    <w:tmpl w:val="DA3606CC"/>
    <w:lvl w:ilvl="0" w:tplc="730615C8">
      <w:start w:val="1"/>
      <w:numFmt w:val="bullet"/>
      <w:lvlText w:val="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33160B16"/>
    <w:multiLevelType w:val="hybridMultilevel"/>
    <w:tmpl w:val="79AC2D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EE6CD8"/>
    <w:multiLevelType w:val="multilevel"/>
    <w:tmpl w:val="3F8424E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4C35029"/>
    <w:multiLevelType w:val="multilevel"/>
    <w:tmpl w:val="021C2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5BC25AA"/>
    <w:multiLevelType w:val="hybridMultilevel"/>
    <w:tmpl w:val="ED2439E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4">
    <w:nsid w:val="3AD95256"/>
    <w:multiLevelType w:val="hybridMultilevel"/>
    <w:tmpl w:val="04EE8876"/>
    <w:lvl w:ilvl="0" w:tplc="682004A2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FF2695A"/>
    <w:multiLevelType w:val="hybridMultilevel"/>
    <w:tmpl w:val="F670E07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>
    <w:nsid w:val="406D54CC"/>
    <w:multiLevelType w:val="hybridMultilevel"/>
    <w:tmpl w:val="D13446D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7">
    <w:nsid w:val="47D750CF"/>
    <w:multiLevelType w:val="hybridMultilevel"/>
    <w:tmpl w:val="921E3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81D46D2"/>
    <w:multiLevelType w:val="multilevel"/>
    <w:tmpl w:val="634E321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bCs w:val="0"/>
      </w:rPr>
    </w:lvl>
  </w:abstractNum>
  <w:abstractNum w:abstractNumId="19">
    <w:nsid w:val="4AF55375"/>
    <w:multiLevelType w:val="hybridMultilevel"/>
    <w:tmpl w:val="052EF0D4"/>
    <w:lvl w:ilvl="0" w:tplc="682004A2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4B1453C"/>
    <w:multiLevelType w:val="hybridMultilevel"/>
    <w:tmpl w:val="86304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B080D61"/>
    <w:multiLevelType w:val="hybridMultilevel"/>
    <w:tmpl w:val="1C681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977325"/>
    <w:multiLevelType w:val="hybridMultilevel"/>
    <w:tmpl w:val="2390CD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612046A0"/>
    <w:multiLevelType w:val="hybridMultilevel"/>
    <w:tmpl w:val="3E5CD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DC0325B"/>
    <w:multiLevelType w:val="hybridMultilevel"/>
    <w:tmpl w:val="0826F34A"/>
    <w:lvl w:ilvl="0" w:tplc="682004A2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52558D0"/>
    <w:multiLevelType w:val="multilevel"/>
    <w:tmpl w:val="D9F42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BC375A"/>
    <w:multiLevelType w:val="multilevel"/>
    <w:tmpl w:val="288495F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7A8E734D"/>
    <w:multiLevelType w:val="multilevel"/>
    <w:tmpl w:val="5ACC9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7F703953"/>
    <w:multiLevelType w:val="hybridMultilevel"/>
    <w:tmpl w:val="D31EDC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"/>
  </w:num>
  <w:num w:numId="3">
    <w:abstractNumId w:val="7"/>
  </w:num>
  <w:num w:numId="4">
    <w:abstractNumId w:val="16"/>
  </w:num>
  <w:num w:numId="5">
    <w:abstractNumId w:val="8"/>
  </w:num>
  <w:num w:numId="6">
    <w:abstractNumId w:val="4"/>
  </w:num>
  <w:num w:numId="7">
    <w:abstractNumId w:val="19"/>
  </w:num>
  <w:num w:numId="8">
    <w:abstractNumId w:val="14"/>
  </w:num>
  <w:num w:numId="9">
    <w:abstractNumId w:val="13"/>
  </w:num>
  <w:num w:numId="10">
    <w:abstractNumId w:val="10"/>
  </w:num>
  <w:num w:numId="11">
    <w:abstractNumId w:val="20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21"/>
  </w:num>
  <w:num w:numId="16">
    <w:abstractNumId w:val="0"/>
  </w:num>
  <w:num w:numId="17">
    <w:abstractNumId w:val="9"/>
  </w:num>
  <w:num w:numId="18">
    <w:abstractNumId w:val="11"/>
  </w:num>
  <w:num w:numId="19">
    <w:abstractNumId w:val="3"/>
  </w:num>
  <w:num w:numId="20">
    <w:abstractNumId w:val="6"/>
  </w:num>
  <w:num w:numId="21">
    <w:abstractNumId w:val="26"/>
  </w:num>
  <w:num w:numId="22">
    <w:abstractNumId w:val="17"/>
  </w:num>
  <w:num w:numId="23">
    <w:abstractNumId w:val="18"/>
  </w:num>
  <w:num w:numId="24">
    <w:abstractNumId w:val="1"/>
  </w:num>
  <w:num w:numId="25">
    <w:abstractNumId w:val="5"/>
  </w:num>
  <w:num w:numId="26">
    <w:abstractNumId w:val="23"/>
  </w:num>
  <w:num w:numId="27">
    <w:abstractNumId w:val="15"/>
  </w:num>
  <w:num w:numId="28">
    <w:abstractNumId w:val="12"/>
  </w:num>
  <w:num w:numId="29">
    <w:abstractNumId w:val="27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1A2"/>
    <w:rsid w:val="0000750D"/>
    <w:rsid w:val="00010F40"/>
    <w:rsid w:val="00026B90"/>
    <w:rsid w:val="00050207"/>
    <w:rsid w:val="00051BD0"/>
    <w:rsid w:val="00055ED1"/>
    <w:rsid w:val="00063408"/>
    <w:rsid w:val="0006714B"/>
    <w:rsid w:val="0006761F"/>
    <w:rsid w:val="000A495E"/>
    <w:rsid w:val="000A7562"/>
    <w:rsid w:val="000B3A21"/>
    <w:rsid w:val="000B653A"/>
    <w:rsid w:val="000C3B86"/>
    <w:rsid w:val="000E0997"/>
    <w:rsid w:val="000E2407"/>
    <w:rsid w:val="000F35A0"/>
    <w:rsid w:val="00111870"/>
    <w:rsid w:val="00113025"/>
    <w:rsid w:val="001208BE"/>
    <w:rsid w:val="001256BC"/>
    <w:rsid w:val="00134051"/>
    <w:rsid w:val="00136426"/>
    <w:rsid w:val="00162750"/>
    <w:rsid w:val="001676F2"/>
    <w:rsid w:val="00172064"/>
    <w:rsid w:val="001734C9"/>
    <w:rsid w:val="00174152"/>
    <w:rsid w:val="001765F4"/>
    <w:rsid w:val="0018660B"/>
    <w:rsid w:val="00191534"/>
    <w:rsid w:val="001A4419"/>
    <w:rsid w:val="001C5EA3"/>
    <w:rsid w:val="001C6924"/>
    <w:rsid w:val="001D7327"/>
    <w:rsid w:val="001E234D"/>
    <w:rsid w:val="001F1220"/>
    <w:rsid w:val="001F58CA"/>
    <w:rsid w:val="00200403"/>
    <w:rsid w:val="002045B2"/>
    <w:rsid w:val="0022271D"/>
    <w:rsid w:val="00231CDA"/>
    <w:rsid w:val="0025049E"/>
    <w:rsid w:val="00255A8A"/>
    <w:rsid w:val="002751C8"/>
    <w:rsid w:val="00281D6D"/>
    <w:rsid w:val="002926ED"/>
    <w:rsid w:val="002A6FBB"/>
    <w:rsid w:val="002B1B37"/>
    <w:rsid w:val="002B2CAE"/>
    <w:rsid w:val="002C131B"/>
    <w:rsid w:val="002F0B68"/>
    <w:rsid w:val="00300BE1"/>
    <w:rsid w:val="003067B7"/>
    <w:rsid w:val="00313D49"/>
    <w:rsid w:val="003164DE"/>
    <w:rsid w:val="00325104"/>
    <w:rsid w:val="00345227"/>
    <w:rsid w:val="00350D8F"/>
    <w:rsid w:val="00351143"/>
    <w:rsid w:val="00373F2F"/>
    <w:rsid w:val="003860D2"/>
    <w:rsid w:val="00386472"/>
    <w:rsid w:val="003960DC"/>
    <w:rsid w:val="003A5043"/>
    <w:rsid w:val="003A6B29"/>
    <w:rsid w:val="003A7CEC"/>
    <w:rsid w:val="003C132B"/>
    <w:rsid w:val="003E44C2"/>
    <w:rsid w:val="003E65D9"/>
    <w:rsid w:val="004007A0"/>
    <w:rsid w:val="004032FD"/>
    <w:rsid w:val="00410907"/>
    <w:rsid w:val="00413973"/>
    <w:rsid w:val="0042436D"/>
    <w:rsid w:val="00450A14"/>
    <w:rsid w:val="00450E4E"/>
    <w:rsid w:val="00452383"/>
    <w:rsid w:val="004534BF"/>
    <w:rsid w:val="0045496C"/>
    <w:rsid w:val="004642D6"/>
    <w:rsid w:val="00493784"/>
    <w:rsid w:val="00497C6C"/>
    <w:rsid w:val="004A573E"/>
    <w:rsid w:val="004A61A2"/>
    <w:rsid w:val="004A6AE5"/>
    <w:rsid w:val="004B7F44"/>
    <w:rsid w:val="004C50B7"/>
    <w:rsid w:val="004F0482"/>
    <w:rsid w:val="00500988"/>
    <w:rsid w:val="00504CD4"/>
    <w:rsid w:val="00547915"/>
    <w:rsid w:val="00550762"/>
    <w:rsid w:val="00573725"/>
    <w:rsid w:val="00582328"/>
    <w:rsid w:val="005B3D3F"/>
    <w:rsid w:val="005B4C6A"/>
    <w:rsid w:val="005C2FCC"/>
    <w:rsid w:val="005C4394"/>
    <w:rsid w:val="005C448B"/>
    <w:rsid w:val="005C70E2"/>
    <w:rsid w:val="005D0BE5"/>
    <w:rsid w:val="005D2026"/>
    <w:rsid w:val="005F19CE"/>
    <w:rsid w:val="00601B35"/>
    <w:rsid w:val="0061531B"/>
    <w:rsid w:val="00617066"/>
    <w:rsid w:val="006210C9"/>
    <w:rsid w:val="00632E82"/>
    <w:rsid w:val="00641FFE"/>
    <w:rsid w:val="00644E69"/>
    <w:rsid w:val="006524DC"/>
    <w:rsid w:val="006751FA"/>
    <w:rsid w:val="00681D47"/>
    <w:rsid w:val="0068235E"/>
    <w:rsid w:val="0069444D"/>
    <w:rsid w:val="0069766F"/>
    <w:rsid w:val="006B449F"/>
    <w:rsid w:val="006C6894"/>
    <w:rsid w:val="006D7E36"/>
    <w:rsid w:val="006E7AD2"/>
    <w:rsid w:val="00703E30"/>
    <w:rsid w:val="00744F07"/>
    <w:rsid w:val="00756472"/>
    <w:rsid w:val="00761B68"/>
    <w:rsid w:val="00782618"/>
    <w:rsid w:val="00782D41"/>
    <w:rsid w:val="007937B9"/>
    <w:rsid w:val="007A46CF"/>
    <w:rsid w:val="007A47D0"/>
    <w:rsid w:val="007B11B8"/>
    <w:rsid w:val="007C4C43"/>
    <w:rsid w:val="007E7EEE"/>
    <w:rsid w:val="007F26EB"/>
    <w:rsid w:val="0080257C"/>
    <w:rsid w:val="00807FAD"/>
    <w:rsid w:val="008105CD"/>
    <w:rsid w:val="008131ED"/>
    <w:rsid w:val="0082751B"/>
    <w:rsid w:val="00836119"/>
    <w:rsid w:val="00850C8A"/>
    <w:rsid w:val="0088711C"/>
    <w:rsid w:val="00891BD9"/>
    <w:rsid w:val="00896AB6"/>
    <w:rsid w:val="008973E1"/>
    <w:rsid w:val="008A02C2"/>
    <w:rsid w:val="008A48B4"/>
    <w:rsid w:val="008F7CE4"/>
    <w:rsid w:val="009151E5"/>
    <w:rsid w:val="00933466"/>
    <w:rsid w:val="0093371C"/>
    <w:rsid w:val="009538CE"/>
    <w:rsid w:val="00957BEE"/>
    <w:rsid w:val="00981A09"/>
    <w:rsid w:val="009829DC"/>
    <w:rsid w:val="00984A56"/>
    <w:rsid w:val="00990036"/>
    <w:rsid w:val="009A27F2"/>
    <w:rsid w:val="009A284D"/>
    <w:rsid w:val="009A7A97"/>
    <w:rsid w:val="009C6654"/>
    <w:rsid w:val="009E20A1"/>
    <w:rsid w:val="009E56A3"/>
    <w:rsid w:val="00A0429E"/>
    <w:rsid w:val="00A27963"/>
    <w:rsid w:val="00A41073"/>
    <w:rsid w:val="00A42C9E"/>
    <w:rsid w:val="00A523E5"/>
    <w:rsid w:val="00A54362"/>
    <w:rsid w:val="00A60696"/>
    <w:rsid w:val="00A6486B"/>
    <w:rsid w:val="00A678C8"/>
    <w:rsid w:val="00A97164"/>
    <w:rsid w:val="00AB5BDE"/>
    <w:rsid w:val="00AC4688"/>
    <w:rsid w:val="00AC5759"/>
    <w:rsid w:val="00AF1044"/>
    <w:rsid w:val="00AF3081"/>
    <w:rsid w:val="00B15449"/>
    <w:rsid w:val="00B22AF7"/>
    <w:rsid w:val="00B27D19"/>
    <w:rsid w:val="00B41470"/>
    <w:rsid w:val="00B53AC7"/>
    <w:rsid w:val="00B54225"/>
    <w:rsid w:val="00B55E26"/>
    <w:rsid w:val="00B56AF0"/>
    <w:rsid w:val="00B615BF"/>
    <w:rsid w:val="00B63645"/>
    <w:rsid w:val="00B75946"/>
    <w:rsid w:val="00B94454"/>
    <w:rsid w:val="00BA03C5"/>
    <w:rsid w:val="00BA2F9C"/>
    <w:rsid w:val="00BA4587"/>
    <w:rsid w:val="00BB6DBA"/>
    <w:rsid w:val="00BC0F20"/>
    <w:rsid w:val="00BE4D1F"/>
    <w:rsid w:val="00C311F1"/>
    <w:rsid w:val="00C40459"/>
    <w:rsid w:val="00C64266"/>
    <w:rsid w:val="00C932EC"/>
    <w:rsid w:val="00CA2292"/>
    <w:rsid w:val="00CA5499"/>
    <w:rsid w:val="00CB2B60"/>
    <w:rsid w:val="00CB2E33"/>
    <w:rsid w:val="00CB602D"/>
    <w:rsid w:val="00CB6E2F"/>
    <w:rsid w:val="00CC06D3"/>
    <w:rsid w:val="00CC3089"/>
    <w:rsid w:val="00CD6DF3"/>
    <w:rsid w:val="00CF4FE2"/>
    <w:rsid w:val="00D0349A"/>
    <w:rsid w:val="00D0603A"/>
    <w:rsid w:val="00D15BC1"/>
    <w:rsid w:val="00D2095C"/>
    <w:rsid w:val="00D26AD7"/>
    <w:rsid w:val="00D26BFF"/>
    <w:rsid w:val="00D3754B"/>
    <w:rsid w:val="00D51248"/>
    <w:rsid w:val="00D515B8"/>
    <w:rsid w:val="00D61482"/>
    <w:rsid w:val="00D66862"/>
    <w:rsid w:val="00D706C2"/>
    <w:rsid w:val="00D76A37"/>
    <w:rsid w:val="00D9386C"/>
    <w:rsid w:val="00D949B4"/>
    <w:rsid w:val="00DC274C"/>
    <w:rsid w:val="00DC7194"/>
    <w:rsid w:val="00DF2798"/>
    <w:rsid w:val="00E600D8"/>
    <w:rsid w:val="00E7323E"/>
    <w:rsid w:val="00E763A6"/>
    <w:rsid w:val="00E81240"/>
    <w:rsid w:val="00E8370F"/>
    <w:rsid w:val="00E863D6"/>
    <w:rsid w:val="00E976D3"/>
    <w:rsid w:val="00EA2B48"/>
    <w:rsid w:val="00EA3639"/>
    <w:rsid w:val="00EA3D64"/>
    <w:rsid w:val="00EB0500"/>
    <w:rsid w:val="00EB6F05"/>
    <w:rsid w:val="00EC1548"/>
    <w:rsid w:val="00ED023F"/>
    <w:rsid w:val="00ED6A56"/>
    <w:rsid w:val="00EF7665"/>
    <w:rsid w:val="00F07AF9"/>
    <w:rsid w:val="00F15484"/>
    <w:rsid w:val="00F307EC"/>
    <w:rsid w:val="00F65833"/>
    <w:rsid w:val="00F67A71"/>
    <w:rsid w:val="00F83990"/>
    <w:rsid w:val="00F93796"/>
    <w:rsid w:val="00F95CAF"/>
    <w:rsid w:val="00FA4E6C"/>
    <w:rsid w:val="00FB00D7"/>
    <w:rsid w:val="00FB72F1"/>
    <w:rsid w:val="00FC5883"/>
    <w:rsid w:val="00FD5F26"/>
    <w:rsid w:val="00FE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B2CA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B2CAE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B2CAE"/>
    <w:pPr>
      <w:keepNext/>
      <w:ind w:left="36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2CAE"/>
    <w:pPr>
      <w:keepNext/>
      <w:ind w:left="3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B2CAE"/>
    <w:pPr>
      <w:keepNext/>
      <w:jc w:val="right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B2CAE"/>
    <w:pPr>
      <w:keepNext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B2CAE"/>
    <w:pPr>
      <w:keepNext/>
      <w:ind w:left="360"/>
      <w:jc w:val="center"/>
      <w:outlineLvl w:val="5"/>
    </w:pPr>
    <w:rPr>
      <w:rFonts w:ascii="Calibri" w:hAnsi="Calibri" w:cs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B2CAE"/>
    <w:pPr>
      <w:keepNext/>
      <w:tabs>
        <w:tab w:val="left" w:pos="360"/>
      </w:tabs>
      <w:jc w:val="center"/>
      <w:outlineLvl w:val="6"/>
    </w:pPr>
    <w:rPr>
      <w:rFonts w:ascii="Calibri" w:hAnsi="Calibri" w:cs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B2CAE"/>
    <w:pPr>
      <w:keepNext/>
      <w:tabs>
        <w:tab w:val="left" w:pos="360"/>
      </w:tabs>
      <w:jc w:val="center"/>
      <w:outlineLvl w:val="7"/>
    </w:pPr>
    <w:rPr>
      <w:rFonts w:ascii="Calibri" w:hAnsi="Calibri" w:cs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2B2CAE"/>
    <w:pPr>
      <w:keepNext/>
      <w:tabs>
        <w:tab w:val="left" w:pos="360"/>
      </w:tabs>
      <w:outlineLvl w:val="8"/>
    </w:pPr>
    <w:rPr>
      <w:rFonts w:ascii="Cambria" w:hAnsi="Cambria" w:cs="Cambria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3D4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13D4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13D4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13D4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13D4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13D4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13D4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13D4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13D49"/>
    <w:rPr>
      <w:rFonts w:ascii="Cambria" w:hAnsi="Cambria" w:cs="Cambria"/>
    </w:rPr>
  </w:style>
  <w:style w:type="paragraph" w:styleId="BodyText">
    <w:name w:val="Body Text"/>
    <w:basedOn w:val="Normal"/>
    <w:link w:val="BodyTextChar"/>
    <w:uiPriority w:val="99"/>
    <w:rsid w:val="002B2CAE"/>
    <w:pPr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13D49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2B2CAE"/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13D49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2B2C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13D4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2B2CAE"/>
    <w:pPr>
      <w:tabs>
        <w:tab w:val="left" w:pos="4320"/>
      </w:tabs>
      <w:ind w:left="36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13D4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2B2CA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313D49"/>
    <w:rPr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2B2CAE"/>
    <w:pPr>
      <w:ind w:left="720"/>
      <w:jc w:val="both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13D49"/>
    <w:rPr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2B2CAE"/>
    <w:pPr>
      <w:tabs>
        <w:tab w:val="left" w:pos="360"/>
      </w:tabs>
      <w:jc w:val="center"/>
    </w:pPr>
    <w:rPr>
      <w:sz w:val="28"/>
      <w:szCs w:val="28"/>
    </w:rPr>
  </w:style>
  <w:style w:type="character" w:styleId="Hyperlink">
    <w:name w:val="Hyperlink"/>
    <w:basedOn w:val="DefaultParagraphFont"/>
    <w:uiPriority w:val="99"/>
    <w:rsid w:val="00373F2F"/>
    <w:rPr>
      <w:color w:val="0000FF"/>
      <w:u w:val="single"/>
    </w:rPr>
  </w:style>
  <w:style w:type="paragraph" w:customStyle="1" w:styleId="21">
    <w:name w:val="Основной текст 21"/>
    <w:basedOn w:val="Normal"/>
    <w:uiPriority w:val="99"/>
    <w:rsid w:val="00BC0F20"/>
    <w:pPr>
      <w:jc w:val="both"/>
    </w:pPr>
  </w:style>
  <w:style w:type="paragraph" w:styleId="NormalWeb">
    <w:name w:val="Normal (Web)"/>
    <w:basedOn w:val="Normal"/>
    <w:uiPriority w:val="99"/>
    <w:rsid w:val="00BC0F20"/>
    <w:pPr>
      <w:spacing w:before="100" w:beforeAutospacing="1" w:after="100" w:afterAutospacing="1"/>
    </w:pPr>
  </w:style>
  <w:style w:type="paragraph" w:customStyle="1" w:styleId="a">
    <w:name w:val="базовый текст"/>
    <w:basedOn w:val="Normal"/>
    <w:uiPriority w:val="99"/>
    <w:rsid w:val="00D26BFF"/>
    <w:pPr>
      <w:suppressAutoHyphens/>
      <w:autoSpaceDE w:val="0"/>
      <w:autoSpaceDN w:val="0"/>
      <w:adjustRightInd w:val="0"/>
      <w:spacing w:line="220" w:lineRule="atLeast"/>
      <w:ind w:firstLine="567"/>
      <w:jc w:val="both"/>
    </w:pPr>
    <w:rPr>
      <w:rFonts w:ascii="Myriad Pro" w:hAnsi="Myriad Pro" w:cs="Myriad Pro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81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81D47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EC1548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8105C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Cite">
    <w:name w:val="HTML Cite"/>
    <w:basedOn w:val="DefaultParagraphFont"/>
    <w:uiPriority w:val="99"/>
    <w:rsid w:val="00A42C9E"/>
    <w:rPr>
      <w:i/>
      <w:iCs/>
    </w:rPr>
  </w:style>
  <w:style w:type="character" w:styleId="Strong">
    <w:name w:val="Strong"/>
    <w:basedOn w:val="DefaultParagraphFont"/>
    <w:uiPriority w:val="99"/>
    <w:qFormat/>
    <w:rsid w:val="00450A14"/>
    <w:rPr>
      <w:b/>
      <w:bCs/>
    </w:rPr>
  </w:style>
  <w:style w:type="paragraph" w:styleId="ListParagraph">
    <w:name w:val="List Paragraph"/>
    <w:basedOn w:val="Normal"/>
    <w:uiPriority w:val="99"/>
    <w:qFormat/>
    <w:rsid w:val="007A46CF"/>
    <w:pPr>
      <w:ind w:left="720"/>
    </w:pPr>
  </w:style>
  <w:style w:type="character" w:customStyle="1" w:styleId="w">
    <w:name w:val="w"/>
    <w:uiPriority w:val="99"/>
    <w:rsid w:val="00E763A6"/>
  </w:style>
  <w:style w:type="character" w:customStyle="1" w:styleId="apple-converted-space">
    <w:name w:val="apple-converted-space"/>
    <w:uiPriority w:val="99"/>
    <w:rsid w:val="00E763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59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94438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9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59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206</Words>
  <Characters>1180</Characters>
  <Application>Microsoft Office Outlook</Application>
  <DocSecurity>0</DocSecurity>
  <Lines>0</Lines>
  <Paragraphs>0</Paragraphs>
  <ScaleCrop>false</ScaleCrop>
  <Company>tvorchestvo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comp</dc:creator>
  <cp:keywords/>
  <dc:description/>
  <cp:lastModifiedBy>БОМЦ1</cp:lastModifiedBy>
  <cp:revision>3</cp:revision>
  <cp:lastPrinted>2016-02-26T06:44:00Z</cp:lastPrinted>
  <dcterms:created xsi:type="dcterms:W3CDTF">2018-02-16T15:18:00Z</dcterms:created>
  <dcterms:modified xsi:type="dcterms:W3CDTF">2018-02-16T15:18:00Z</dcterms:modified>
</cp:coreProperties>
</file>